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科目名称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 xml:space="preserve"> 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材料物理化学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一、考试范围及要点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考试范围包括指定参考书中所含盖的主要内容。物理化学考试在考查基本知识、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基本理论的基础上，注重考查考生灵活运用这些基础知识观察和解决实际问题的能力。考生应能：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1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．正确掌握和理解物理化学的基本概念和热力学函数之间的基本关系。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2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．熟练掌握和理解化学热力学的基本内容及应用。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3.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熟练掌握和理解相平衡的基本概念、基本理论，熟练掌握相图。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3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．熟练掌握和理解化学动力学的基本理论、基本概念以及反应机理。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4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．熟练掌握和理解电化学的基本概念、基本理论及应用。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5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．正确掌握胶体及界面化学的基本内容及应用。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二、考试形式与试卷结构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（一）答卷方式：闭卷，笔试。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（二）答题时间：</w:t>
      </w:r>
      <w:r w:rsidR="00EE6704" w:rsidRPr="00C27293">
        <w:rPr>
          <w:rFonts w:ascii="Times New Roman" w:eastAsia="新宋体" w:hAnsi="Times New Roman" w:cs="Times New Roman"/>
          <w:kern w:val="0"/>
          <w:sz w:val="24"/>
          <w:szCs w:val="24"/>
        </w:rPr>
        <w:t>180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分钟。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（三）题型：填空题、选择题、计算题和证明题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（四）各部分内容的考查比例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试卷满分为</w:t>
      </w:r>
      <w:r w:rsidR="00EE6704" w:rsidRPr="00C27293">
        <w:rPr>
          <w:rFonts w:ascii="Times New Roman" w:eastAsia="新宋体" w:hAnsi="Times New Roman" w:cs="Times New Roman"/>
          <w:kern w:val="0"/>
          <w:sz w:val="24"/>
          <w:szCs w:val="24"/>
        </w:rPr>
        <w:t>150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分。其中：</w:t>
      </w:r>
    </w:p>
    <w:p w:rsidR="0005776D" w:rsidRPr="00C27293" w:rsidRDefault="0005776D" w:rsidP="00EE670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化学热力学及其应用的基本内容约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 xml:space="preserve"> 40%</w:t>
      </w:r>
      <w:bookmarkStart w:id="0" w:name="_GoBack"/>
      <w:bookmarkEnd w:id="0"/>
    </w:p>
    <w:p w:rsidR="0005776D" w:rsidRPr="00C27293" w:rsidRDefault="0005776D" w:rsidP="00EE670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相平衡约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 xml:space="preserve"> 10%</w:t>
      </w:r>
    </w:p>
    <w:p w:rsidR="0005776D" w:rsidRPr="00C27293" w:rsidRDefault="0005776D" w:rsidP="00EE670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化学动力学的基本内容约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15%</w:t>
      </w:r>
    </w:p>
    <w:p w:rsidR="0005776D" w:rsidRPr="00C27293" w:rsidRDefault="0005776D" w:rsidP="00EE670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电化学的基本内容约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25%</w:t>
      </w:r>
    </w:p>
    <w:p w:rsidR="0005776D" w:rsidRPr="00C27293" w:rsidRDefault="0005776D" w:rsidP="00EE670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胶体及界面化学的基本内容约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10%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参考书目</w:t>
      </w:r>
      <w:r w:rsidR="00345F53" w:rsidRPr="00C27293">
        <w:rPr>
          <w:rFonts w:ascii="Times New Roman" w:eastAsia="新宋体" w:hAnsi="Times New Roman" w:cs="Times New Roman"/>
          <w:kern w:val="0"/>
          <w:sz w:val="24"/>
          <w:szCs w:val="24"/>
        </w:rPr>
        <w:t>:</w:t>
      </w:r>
    </w:p>
    <w:p w:rsidR="0005776D" w:rsidRPr="00C27293" w:rsidRDefault="0005776D" w:rsidP="000577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新宋体" w:hAnsi="Times New Roman" w:cs="Times New Roman"/>
          <w:kern w:val="0"/>
          <w:sz w:val="24"/>
          <w:szCs w:val="24"/>
        </w:rPr>
      </w:pP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物理化学（上、下册）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 xml:space="preserve"> </w:t>
      </w:r>
      <w:proofErr w:type="gramStart"/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傅献彩</w:t>
      </w:r>
      <w:proofErr w:type="gramEnd"/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等编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 xml:space="preserve"> 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高等教育出版社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 xml:space="preserve"> 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>第五版</w:t>
      </w:r>
      <w:r w:rsidRPr="00C27293">
        <w:rPr>
          <w:rFonts w:ascii="Times New Roman" w:eastAsia="新宋体" w:hAnsi="Times New Roman" w:cs="Times New Roman"/>
          <w:kern w:val="0"/>
          <w:sz w:val="24"/>
          <w:szCs w:val="24"/>
        </w:rPr>
        <w:t xml:space="preserve"> 2005</w:t>
      </w:r>
    </w:p>
    <w:sectPr w:rsidR="0005776D" w:rsidRPr="00C27293" w:rsidSect="004772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35B" w:rsidRDefault="0039535B" w:rsidP="00FF0672">
      <w:r>
        <w:separator/>
      </w:r>
    </w:p>
  </w:endnote>
  <w:endnote w:type="continuationSeparator" w:id="0">
    <w:p w:rsidR="0039535B" w:rsidRDefault="0039535B" w:rsidP="00FF0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35B" w:rsidRDefault="0039535B" w:rsidP="00FF0672">
      <w:r>
        <w:separator/>
      </w:r>
    </w:p>
  </w:footnote>
  <w:footnote w:type="continuationSeparator" w:id="0">
    <w:p w:rsidR="0039535B" w:rsidRDefault="0039535B" w:rsidP="00FF06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776D"/>
    <w:rsid w:val="0005776D"/>
    <w:rsid w:val="00345F53"/>
    <w:rsid w:val="0039535B"/>
    <w:rsid w:val="00477246"/>
    <w:rsid w:val="00A561AE"/>
    <w:rsid w:val="00C27293"/>
    <w:rsid w:val="00E7252B"/>
    <w:rsid w:val="00EE6704"/>
    <w:rsid w:val="00FF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2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06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06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06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06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ZH-Tang</dc:creator>
  <cp:lastModifiedBy>USST</cp:lastModifiedBy>
  <cp:revision>5</cp:revision>
  <dcterms:created xsi:type="dcterms:W3CDTF">2016-07-07T03:08:00Z</dcterms:created>
  <dcterms:modified xsi:type="dcterms:W3CDTF">2016-07-07T04:11:00Z</dcterms:modified>
</cp:coreProperties>
</file>